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0682D">
        <w:rPr>
          <w:rFonts w:ascii="Arial" w:hAnsi="Arial" w:cs="Arial"/>
          <w:b/>
          <w:sz w:val="28"/>
          <w:szCs w:val="24"/>
        </w:rPr>
        <w:t>Exercice 1</w:t>
      </w:r>
      <w:r w:rsidRPr="0090682D">
        <w:rPr>
          <w:rFonts w:ascii="Arial" w:hAnsi="Arial" w:cs="Arial"/>
          <w:b/>
          <w:sz w:val="28"/>
          <w:szCs w:val="24"/>
        </w:rPr>
        <w:t> :</w:t>
      </w:r>
    </w:p>
    <w:p w:rsid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</w:p>
    <w:p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2 + 2 = …                   7 + 7 = …</w:t>
      </w:r>
    </w:p>
    <w:p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3 + 3 = …                   8 + 8 = …</w:t>
      </w:r>
    </w:p>
    <w:p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4 + 4 = …                   9 + 9 = …</w:t>
      </w:r>
    </w:p>
    <w:p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5 + 5 = …                   10 + 10 = …</w:t>
      </w: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0682D">
        <w:rPr>
          <w:rFonts w:ascii="Arial" w:hAnsi="Arial" w:cs="Arial"/>
          <w:b/>
          <w:sz w:val="28"/>
          <w:szCs w:val="24"/>
        </w:rPr>
        <w:t>Exercice 2</w:t>
      </w: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10"/>
        <w:gridCol w:w="2210"/>
      </w:tblGrid>
      <w:tr w:rsidR="0090682D" w:rsidRPr="0090682D" w:rsidTr="0090682D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8 - 1 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15 – 2 = …</w:t>
            </w:r>
          </w:p>
        </w:tc>
      </w:tr>
      <w:tr w:rsidR="0090682D" w:rsidRPr="0090682D" w:rsidTr="0090682D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7 – 2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19 – 2 = …</w:t>
            </w:r>
          </w:p>
        </w:tc>
      </w:tr>
      <w:tr w:rsidR="0090682D" w:rsidRPr="0090682D" w:rsidTr="0090682D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13 – 1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16 – 3  = …</w:t>
            </w:r>
          </w:p>
        </w:tc>
      </w:tr>
      <w:tr w:rsidR="0090682D" w:rsidRPr="0090682D" w:rsidTr="0090682D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18 – 1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90682D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13 – 3  = …</w:t>
            </w:r>
          </w:p>
        </w:tc>
      </w:tr>
    </w:tbl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0682D">
        <w:rPr>
          <w:rFonts w:ascii="Arial" w:hAnsi="Arial" w:cs="Arial"/>
          <w:b/>
          <w:sz w:val="28"/>
          <w:szCs w:val="24"/>
        </w:rPr>
        <w:t>Exercice 3</w:t>
      </w: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jc w:val="center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6 + 2 + 4 + 8 + 5</w:t>
      </w:r>
    </w:p>
    <w:p w:rsidR="001D645B" w:rsidRDefault="001D645B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0682D">
        <w:rPr>
          <w:rFonts w:ascii="Arial" w:hAnsi="Arial" w:cs="Arial"/>
          <w:b/>
          <w:sz w:val="28"/>
          <w:szCs w:val="24"/>
        </w:rPr>
        <w:t>Exercice 1 :</w:t>
      </w:r>
    </w:p>
    <w:p w:rsid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</w:p>
    <w:p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2 + 2 = …                   7 + 7 = …</w:t>
      </w:r>
    </w:p>
    <w:p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3 + 3 = …                   8 + 8 = …</w:t>
      </w:r>
    </w:p>
    <w:p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4 + 4 = …                   9 + 9 = …</w:t>
      </w:r>
    </w:p>
    <w:p w:rsidR="0090682D" w:rsidRPr="0090682D" w:rsidRDefault="0090682D" w:rsidP="009068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5 + 5 = …                   10 + 10 = …</w:t>
      </w: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0682D">
        <w:rPr>
          <w:rFonts w:ascii="Arial" w:hAnsi="Arial" w:cs="Arial"/>
          <w:b/>
          <w:sz w:val="28"/>
          <w:szCs w:val="24"/>
        </w:rPr>
        <w:t>Exercice 2</w:t>
      </w: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10"/>
        <w:gridCol w:w="2210"/>
      </w:tblGrid>
      <w:tr w:rsidR="0090682D" w:rsidRPr="0090682D" w:rsidTr="00D72ACA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8 - 1 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15 – 2 = …</w:t>
            </w:r>
          </w:p>
        </w:tc>
      </w:tr>
      <w:tr w:rsidR="0090682D" w:rsidRPr="0090682D" w:rsidTr="00D72ACA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7 – 2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19 – 2 = …</w:t>
            </w:r>
          </w:p>
        </w:tc>
      </w:tr>
      <w:tr w:rsidR="0090682D" w:rsidRPr="0090682D" w:rsidTr="00D72ACA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13 – 1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16 – 3  = …</w:t>
            </w:r>
          </w:p>
        </w:tc>
      </w:tr>
      <w:tr w:rsidR="0090682D" w:rsidRPr="0090682D" w:rsidTr="00D72ACA">
        <w:trPr>
          <w:trHeight w:val="665"/>
          <w:jc w:val="center"/>
        </w:trPr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18 – 1 = …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90682D" w:rsidRPr="0090682D" w:rsidRDefault="0090682D" w:rsidP="00D72ACA">
            <w:pPr>
              <w:spacing w:after="0" w:line="240" w:lineRule="auto"/>
              <w:rPr>
                <w:rFonts w:ascii="Arial" w:hAnsi="Arial" w:cs="Arial"/>
                <w:sz w:val="28"/>
                <w:szCs w:val="24"/>
              </w:rPr>
            </w:pPr>
            <w:r w:rsidRPr="0090682D">
              <w:rPr>
                <w:rFonts w:ascii="Arial" w:hAnsi="Arial" w:cs="Arial"/>
                <w:sz w:val="28"/>
                <w:szCs w:val="24"/>
              </w:rPr>
              <w:t>13 – 3  = …</w:t>
            </w:r>
          </w:p>
        </w:tc>
      </w:tr>
    </w:tbl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0682D">
        <w:rPr>
          <w:rFonts w:ascii="Arial" w:hAnsi="Arial" w:cs="Arial"/>
          <w:b/>
          <w:sz w:val="28"/>
          <w:szCs w:val="24"/>
        </w:rPr>
        <w:t>Exercice 3</w:t>
      </w: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rPr>
          <w:rFonts w:ascii="Arial" w:hAnsi="Arial" w:cs="Arial"/>
          <w:sz w:val="28"/>
          <w:szCs w:val="24"/>
        </w:rPr>
      </w:pPr>
    </w:p>
    <w:p w:rsidR="0090682D" w:rsidRPr="0090682D" w:rsidRDefault="0090682D" w:rsidP="0090682D">
      <w:pPr>
        <w:spacing w:after="0" w:line="240" w:lineRule="auto"/>
        <w:jc w:val="center"/>
        <w:rPr>
          <w:rFonts w:ascii="Arial" w:hAnsi="Arial" w:cs="Arial"/>
          <w:sz w:val="28"/>
          <w:szCs w:val="24"/>
        </w:rPr>
      </w:pPr>
      <w:r w:rsidRPr="0090682D">
        <w:rPr>
          <w:rFonts w:ascii="Arial" w:hAnsi="Arial" w:cs="Arial"/>
          <w:sz w:val="28"/>
          <w:szCs w:val="24"/>
        </w:rPr>
        <w:t>6 + 2 + 4 + 8 + 5</w:t>
      </w:r>
      <w:bookmarkStart w:id="0" w:name="_GoBack"/>
      <w:bookmarkEnd w:id="0"/>
    </w:p>
    <w:sectPr w:rsidR="0090682D" w:rsidRPr="0090682D" w:rsidSect="0090682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82D"/>
    <w:rsid w:val="001D645B"/>
    <w:rsid w:val="005175A3"/>
    <w:rsid w:val="005F7238"/>
    <w:rsid w:val="007E024D"/>
    <w:rsid w:val="0090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3EE86-3810-4BFE-B32E-4204F9BF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82D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2017-01-24T20:54:00Z</dcterms:created>
  <dcterms:modified xsi:type="dcterms:W3CDTF">2017-01-24T20:56:00Z</dcterms:modified>
</cp:coreProperties>
</file>